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C10377B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深圳市期货业协会入会申请表</w:t>
      </w:r>
    </w:p>
    <w:p w14:paraId="59CB2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2"/>
          <w:szCs w:val="22"/>
          <w:lang w:val="en-US" w:eastAsia="zh-CN"/>
        </w:rPr>
        <w:t xml:space="preserve"> 会员编号:</w:t>
      </w:r>
    </w:p>
    <w:tbl>
      <w:tblPr>
        <w:tblStyle w:val="4"/>
        <w:tblW w:w="8946" w:type="dxa"/>
        <w:tblInd w:w="-2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4"/>
        <w:gridCol w:w="1211"/>
        <w:gridCol w:w="1166"/>
        <w:gridCol w:w="937"/>
        <w:gridCol w:w="1522"/>
        <w:gridCol w:w="1044"/>
        <w:gridCol w:w="1812"/>
      </w:tblGrid>
      <w:tr w14:paraId="78596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465" w:type="dxa"/>
            <w:gridSpan w:val="2"/>
            <w:noWrap w:val="0"/>
            <w:vAlign w:val="center"/>
          </w:tcPr>
          <w:p w14:paraId="7B1565F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入会单位名称</w:t>
            </w:r>
          </w:p>
        </w:tc>
        <w:tc>
          <w:tcPr>
            <w:tcW w:w="6481" w:type="dxa"/>
            <w:gridSpan w:val="5"/>
            <w:noWrap w:val="0"/>
            <w:vAlign w:val="center"/>
          </w:tcPr>
          <w:p w14:paraId="7F6306C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</w:tr>
      <w:tr w14:paraId="601D8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254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AE23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公司总经理</w:t>
            </w:r>
          </w:p>
          <w:p w14:paraId="77478539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6"/>
                <w:szCs w:val="16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6"/>
                <w:szCs w:val="16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6"/>
                <w:szCs w:val="16"/>
                <w:lang w:val="en-US" w:eastAsia="zh-CN"/>
              </w:rPr>
              <w:t>总部机构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6"/>
                <w:szCs w:val="16"/>
                <w:lang w:eastAsia="zh-CN"/>
              </w:rPr>
              <w:t>入会</w:t>
            </w:r>
          </w:p>
          <w:p w14:paraId="4567EC8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6"/>
                <w:szCs w:val="16"/>
                <w:lang w:eastAsia="zh-CN"/>
              </w:rPr>
              <w:t>填写）</w:t>
            </w:r>
          </w:p>
        </w:tc>
        <w:tc>
          <w:tcPr>
            <w:tcW w:w="1211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0115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姓　名</w:t>
            </w:r>
          </w:p>
        </w:tc>
        <w:tc>
          <w:tcPr>
            <w:tcW w:w="116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1D7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937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43C2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别</w:t>
            </w:r>
          </w:p>
        </w:tc>
        <w:tc>
          <w:tcPr>
            <w:tcW w:w="1522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AA6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1044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5F4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固定电话</w:t>
            </w:r>
          </w:p>
        </w:tc>
        <w:tc>
          <w:tcPr>
            <w:tcW w:w="1812" w:type="dxa"/>
            <w:noWrap w:val="0"/>
            <w:vAlign w:val="center"/>
          </w:tcPr>
          <w:p w14:paraId="10F1BB9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</w:tr>
      <w:tr w14:paraId="448CC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254" w:type="dxa"/>
            <w:vMerge w:val="continue"/>
            <w:noWrap w:val="0"/>
            <w:vAlign w:val="center"/>
          </w:tcPr>
          <w:p w14:paraId="2D9537E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72CBCE0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手机号码</w:t>
            </w:r>
          </w:p>
        </w:tc>
        <w:tc>
          <w:tcPr>
            <w:tcW w:w="2103" w:type="dxa"/>
            <w:gridSpan w:val="2"/>
            <w:noWrap w:val="0"/>
            <w:vAlign w:val="center"/>
          </w:tcPr>
          <w:p w14:paraId="24ECDED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20F9ED8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身份证号码</w:t>
            </w:r>
          </w:p>
        </w:tc>
        <w:tc>
          <w:tcPr>
            <w:tcW w:w="2856" w:type="dxa"/>
            <w:gridSpan w:val="2"/>
            <w:noWrap w:val="0"/>
            <w:vAlign w:val="center"/>
          </w:tcPr>
          <w:p w14:paraId="66E6E15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</w:tr>
      <w:tr w14:paraId="012AF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254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5799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val="en-US" w:eastAsia="zh-CN"/>
              </w:rPr>
              <w:t>分支机构</w:t>
            </w:r>
          </w:p>
          <w:p w14:paraId="5C1826C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负责人</w:t>
            </w:r>
          </w:p>
          <w:p w14:paraId="4581028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6"/>
                <w:szCs w:val="16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6"/>
                <w:szCs w:val="16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6"/>
                <w:szCs w:val="16"/>
                <w:lang w:val="en-US" w:eastAsia="zh-CN"/>
              </w:rPr>
              <w:t>分支机构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6"/>
                <w:szCs w:val="16"/>
                <w:lang w:eastAsia="zh-CN"/>
              </w:rPr>
              <w:t>入会</w:t>
            </w:r>
          </w:p>
          <w:p w14:paraId="1A546EB3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6"/>
                <w:szCs w:val="16"/>
                <w:lang w:eastAsia="zh-CN"/>
              </w:rPr>
              <w:t>填写）</w:t>
            </w:r>
          </w:p>
        </w:tc>
        <w:tc>
          <w:tcPr>
            <w:tcW w:w="1211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50F2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姓　名</w:t>
            </w:r>
          </w:p>
        </w:tc>
        <w:tc>
          <w:tcPr>
            <w:tcW w:w="116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5EC6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937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AD042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别</w:t>
            </w:r>
          </w:p>
        </w:tc>
        <w:tc>
          <w:tcPr>
            <w:tcW w:w="1522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411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1044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4E28A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固定电话</w:t>
            </w:r>
          </w:p>
        </w:tc>
        <w:tc>
          <w:tcPr>
            <w:tcW w:w="1812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256736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u w:val="single"/>
              </w:rPr>
            </w:pPr>
          </w:p>
        </w:tc>
      </w:tr>
      <w:tr w14:paraId="5F923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254" w:type="dxa"/>
            <w:vMerge w:val="continue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4B10F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1211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4B274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手机号码</w:t>
            </w:r>
          </w:p>
        </w:tc>
        <w:tc>
          <w:tcPr>
            <w:tcW w:w="2103" w:type="dxa"/>
            <w:gridSpan w:val="2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DE7B0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2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762FD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身份证号码</w:t>
            </w:r>
          </w:p>
        </w:tc>
        <w:tc>
          <w:tcPr>
            <w:tcW w:w="2856" w:type="dxa"/>
            <w:gridSpan w:val="2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A82A58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u w:val="single"/>
              </w:rPr>
            </w:pPr>
          </w:p>
        </w:tc>
      </w:tr>
      <w:tr w14:paraId="7B6B6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254" w:type="dxa"/>
            <w:vMerge w:val="restart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027ED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联系人</w:t>
            </w:r>
          </w:p>
        </w:tc>
        <w:tc>
          <w:tcPr>
            <w:tcW w:w="1211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4433B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姓　名</w:t>
            </w:r>
          </w:p>
        </w:tc>
        <w:tc>
          <w:tcPr>
            <w:tcW w:w="116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6B659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937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DE70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别</w:t>
            </w:r>
          </w:p>
        </w:tc>
        <w:tc>
          <w:tcPr>
            <w:tcW w:w="1522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62FD7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1044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A39FB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固定电话</w:t>
            </w:r>
          </w:p>
        </w:tc>
        <w:tc>
          <w:tcPr>
            <w:tcW w:w="1812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211D0F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tr w14:paraId="10826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4" w:hRule="atLeast"/>
        </w:trPr>
        <w:tc>
          <w:tcPr>
            <w:tcW w:w="1254" w:type="dxa"/>
            <w:vMerge w:val="continue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A32E4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1211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9CB5A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手机号码</w:t>
            </w:r>
          </w:p>
        </w:tc>
        <w:tc>
          <w:tcPr>
            <w:tcW w:w="2103" w:type="dxa"/>
            <w:gridSpan w:val="2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61C08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1522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449D1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身份证号码</w:t>
            </w:r>
          </w:p>
        </w:tc>
        <w:tc>
          <w:tcPr>
            <w:tcW w:w="2856" w:type="dxa"/>
            <w:gridSpan w:val="2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12EA62"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tr w14:paraId="433C9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465" w:type="dxa"/>
            <w:gridSpan w:val="2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A332E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入会单位地址</w:t>
            </w:r>
          </w:p>
        </w:tc>
        <w:tc>
          <w:tcPr>
            <w:tcW w:w="3625" w:type="dxa"/>
            <w:gridSpan w:val="3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79E63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1044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8EF1E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邮政编码</w:t>
            </w:r>
          </w:p>
        </w:tc>
        <w:tc>
          <w:tcPr>
            <w:tcW w:w="1812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78F80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tr w14:paraId="3363B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465" w:type="dxa"/>
            <w:gridSpan w:val="2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66F3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网  址</w:t>
            </w:r>
          </w:p>
        </w:tc>
        <w:tc>
          <w:tcPr>
            <w:tcW w:w="2103" w:type="dxa"/>
            <w:gridSpan w:val="2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D2794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1522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83990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联系邮箱</w:t>
            </w:r>
          </w:p>
        </w:tc>
        <w:tc>
          <w:tcPr>
            <w:tcW w:w="2856" w:type="dxa"/>
            <w:gridSpan w:val="2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8ADD5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tr w14:paraId="0331C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2465" w:type="dxa"/>
            <w:gridSpan w:val="2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5700C1">
            <w:pPr>
              <w:tabs>
                <w:tab w:val="right" w:pos="2448"/>
              </w:tabs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val="en-US" w:eastAsia="zh-CN"/>
              </w:rPr>
              <w:t>统一社会信用代码</w:t>
            </w:r>
          </w:p>
        </w:tc>
        <w:tc>
          <w:tcPr>
            <w:tcW w:w="2103" w:type="dxa"/>
            <w:gridSpan w:val="2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E0015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</w:tc>
        <w:tc>
          <w:tcPr>
            <w:tcW w:w="2566" w:type="dxa"/>
            <w:gridSpan w:val="2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A3759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取得营业执照时间</w:t>
            </w:r>
          </w:p>
        </w:tc>
        <w:tc>
          <w:tcPr>
            <w:tcW w:w="1812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0420E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tr w14:paraId="7719A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5" w:hRule="atLeast"/>
        </w:trPr>
        <w:tc>
          <w:tcPr>
            <w:tcW w:w="4568" w:type="dxa"/>
            <w:gridSpan w:val="4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top"/>
          </w:tcPr>
          <w:p w14:paraId="50921CEF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　</w:t>
            </w:r>
          </w:p>
          <w:p w14:paraId="7E4F61F8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  <w:p w14:paraId="16CBB5D1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  <w:p w14:paraId="6EEA4BBC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　　　申请单位负责人签字：</w:t>
            </w:r>
          </w:p>
          <w:p w14:paraId="4405A71A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  <w:p w14:paraId="76C09C43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　　　　　　　　　年　　　月　　　日</w:t>
            </w:r>
          </w:p>
        </w:tc>
        <w:tc>
          <w:tcPr>
            <w:tcW w:w="4378" w:type="dxa"/>
            <w:gridSpan w:val="3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top"/>
          </w:tcPr>
          <w:p w14:paraId="2F37C979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  <w:p w14:paraId="16FA8578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  <w:p w14:paraId="624DCE8A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  <w:p w14:paraId="112EFCD6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 xml:space="preserve">　　　　申请单位公章: </w:t>
            </w:r>
          </w:p>
          <w:p w14:paraId="4E06DB05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</w:p>
          <w:p w14:paraId="36D31B94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lang w:eastAsia="zh-CN"/>
              </w:rPr>
              <w:t>　　　　　　年　　　月　　　日</w:t>
            </w:r>
          </w:p>
        </w:tc>
      </w:tr>
    </w:tbl>
    <w:p w14:paraId="5261B339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27D6DF40-415B-4EAC-8147-2D1170C0689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DF2ED54-A8CE-4D2F-AC6D-4221AD64984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mMzg1NGQ4YjVkOTdmZDk3NTZhMTQyOWE1M2FhMjkifQ=="/>
  </w:docVars>
  <w:rsids>
    <w:rsidRoot w:val="00172A27"/>
    <w:rsid w:val="02F84BAB"/>
    <w:rsid w:val="29EA1A1B"/>
    <w:rsid w:val="47F332FF"/>
    <w:rsid w:val="48FC2BCC"/>
    <w:rsid w:val="7D2A16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165</Words>
  <Characters>165</Characters>
  <Lines>0</Lines>
  <Paragraphs>0</Paragraphs>
  <TotalTime>5</TotalTime>
  <ScaleCrop>false</ScaleCrop>
  <LinksUpToDate>false</LinksUpToDate>
  <CharactersWithSpaces>262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2013-07-25T01:57:16Z</dcterms:created>
  <dc:creator>szfa</dc:creator>
  <cp:lastModifiedBy>大桐</cp:lastModifiedBy>
  <cp:lastPrinted>2024-10-29T06:09:01Z</cp:lastPrinted>
  <dcterms:modified xsi:type="dcterms:W3CDTF">2024-10-29T06:21:53Z</dcterms:modified>
  <dc:title>深圳市期货同业协会入会申请表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96A03042FA834BC58DAF0D1043F321B6_13</vt:lpwstr>
  </property>
</Properties>
</file>